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D28" w:rsidRDefault="00B33101">
      <w:r>
        <w:rPr>
          <w:noProof/>
        </w:rPr>
        <w:pict>
          <v:group id="_x0000_s1026" style="position:absolute;margin-left:3pt;margin-top:-14.7pt;width:537.75pt;height:63pt;z-index:251658240" coordorigin="753,555" coordsize="10152,1260">
            <v:group id="_x0000_s1027" style="position:absolute;left:1410;top:555;width:9495;height:1260" coordorigin="1410,555" coordsize="9495,1260">
              <v:rect id="_x0000_s1028" style="position:absolute;left:1410;top:555;width:9495;height:1260" filled="f" stroked="f">
                <v:textbox style="mso-next-textbox:#_x0000_s1028">
                  <w:txbxContent>
                    <w:p w:rsidR="004A1C66" w:rsidRPr="0021511C" w:rsidRDefault="004A1C66" w:rsidP="008D1D28">
                      <w:pPr>
                        <w:tabs>
                          <w:tab w:val="right" w:pos="5580"/>
                          <w:tab w:val="right" w:pos="972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Name: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</w:r>
                      <w:fldSimple w:instr=" FILENAME   \* MERGEFORMAT ">
                        <w:r w:rsidR="00CD53C9" w:rsidRPr="00CD53C9">
                          <w:rPr>
                            <w:rFonts w:ascii="Times New Roman" w:hAnsi="Times New Roman"/>
                            <w:noProof/>
                            <w:szCs w:val="24"/>
                          </w:rPr>
                          <w:t>HW60</w:t>
                        </w:r>
                        <w:r w:rsidR="00CD53C9" w:rsidRPr="00CD53C9">
                          <w:rPr>
                            <w:noProof/>
                            <w:sz w:val="20"/>
                          </w:rPr>
                          <w:t>_Product_vs_Power_Exponent_Rules</w:t>
                        </w:r>
                      </w:fldSimple>
                    </w:p>
                    <w:p w:rsidR="004A1C66" w:rsidRPr="00311F19" w:rsidRDefault="004A1C66" w:rsidP="004A1C66">
                      <w:pPr>
                        <w:pStyle w:val="Header"/>
                        <w:tabs>
                          <w:tab w:val="right" w:pos="2430"/>
                          <w:tab w:val="right" w:pos="4680"/>
                        </w:tabs>
                        <w:spacing w:after="0" w:line="240" w:lineRule="auto"/>
                        <w:rPr>
                          <w:rFonts w:ascii="Times New Roman" w:hAnsi="Times New Roman"/>
                          <w:i/>
                          <w:sz w:val="24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4"/>
                        </w:rPr>
                        <w:t>Mr. Tiénou-Gustafson</w:t>
                      </w:r>
                      <w:r w:rsidR="008D1D28">
                        <w:rPr>
                          <w:rFonts w:ascii="Times New Roman" w:hAnsi="Times New Roman"/>
                          <w:i/>
                          <w:sz w:val="24"/>
                        </w:rPr>
                        <w:t xml:space="preserve"> &amp;</w:t>
                      </w:r>
                      <w:r w:rsidR="00674044">
                        <w:rPr>
                          <w:rFonts w:ascii="Times New Roman" w:hAnsi="Times New Roman"/>
                          <w:i/>
                          <w:sz w:val="24"/>
                        </w:rPr>
                        <w:t xml:space="preserve"> Mr. Bielmeier</w:t>
                      </w:r>
                    </w:p>
                    <w:p w:rsidR="004A1C66" w:rsidRPr="0021511C" w:rsidRDefault="004A1C66" w:rsidP="004A1C66">
                      <w:pPr>
                        <w:pStyle w:val="Header"/>
                        <w:tabs>
                          <w:tab w:val="clear" w:pos="4680"/>
                          <w:tab w:val="right" w:pos="279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Geometry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, Period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4A1C66" w:rsidRPr="0021511C" w:rsidRDefault="004A1C66" w:rsidP="004A1C66">
                      <w:pPr>
                        <w:tabs>
                          <w:tab w:val="right" w:pos="279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Due Date: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="005F0271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>Fri</w:t>
                      </w:r>
                      <w:r w:rsidR="007F09B4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>, 2</w:t>
                      </w:r>
                      <w:r w:rsidR="005F0271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>1</w:t>
                      </w:r>
                      <w:r w:rsidR="007F09B4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Nov 2014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</w:txbxContent>
                </v:textbox>
              </v:rect>
              <v:roundrect id="_x0000_s1029" style="position:absolute;left:8985;top:900;width:1755;height:780" arcsize="10923f">
                <v:shadow on="t"/>
                <v:textbox style="mso-next-textbox:#_x0000_s1029" inset=",0,,0">
                  <w:txbxContent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Geometry</w:t>
                      </w:r>
                    </w:p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 w:rsidRPr="001B09FE">
                        <w:rPr>
                          <w:rFonts w:ascii="Arial Black" w:hAnsi="Arial Black"/>
                          <w:b/>
                        </w:rPr>
                        <w:t>Homework</w:t>
                      </w:r>
                    </w:p>
                  </w:txbxContent>
                </v:textbox>
              </v:roundrect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753;top:672;width:756;height:1008">
              <v:imagedata r:id="rId6" o:title="El Mate Vive"/>
            </v:shape>
          </v:group>
        </w:pict>
      </w:r>
    </w:p>
    <w:p w:rsidR="008D1D28" w:rsidRDefault="008D1D28"/>
    <w:p w:rsidR="004A1C66" w:rsidRDefault="004A1C66"/>
    <w:p w:rsidR="004A1C66" w:rsidRDefault="004A1C66"/>
    <w:p w:rsidR="00C97CB4" w:rsidRDefault="005F0271" w:rsidP="005F0271">
      <w:r>
        <w:rPr>
          <w:noProof/>
        </w:rPr>
        <w:drawing>
          <wp:inline distT="0" distB="0" distL="0" distR="0">
            <wp:extent cx="4181475" cy="1247775"/>
            <wp:effectExtent l="19050" t="0" r="9525" b="0"/>
            <wp:docPr id="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9861" t="31111" r="29167" b="365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1475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39EB" w:rsidRDefault="004B39EB" w:rsidP="005F0271"/>
    <w:p w:rsidR="004B39EB" w:rsidRDefault="004B39EB" w:rsidP="005F0271">
      <w:r>
        <w:rPr>
          <w:noProof/>
        </w:rPr>
        <w:drawing>
          <wp:inline distT="0" distB="0" distL="0" distR="0">
            <wp:extent cx="6600825" cy="2715461"/>
            <wp:effectExtent l="19050" t="0" r="9525" b="0"/>
            <wp:docPr id="1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7222" t="19506" r="7361" b="180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0825" cy="27154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39EB" w:rsidRDefault="004B39EB" w:rsidP="005F0271">
      <w:r>
        <w:rPr>
          <w:noProof/>
        </w:rPr>
        <w:drawing>
          <wp:inline distT="0" distB="0" distL="0" distR="0">
            <wp:extent cx="6410325" cy="3839825"/>
            <wp:effectExtent l="19050" t="0" r="9525" b="0"/>
            <wp:docPr id="14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3194" t="13086" r="16945" b="125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0325" cy="3839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39EB" w:rsidRDefault="004B39EB">
      <w:r>
        <w:br w:type="page"/>
      </w:r>
    </w:p>
    <w:p w:rsidR="004B39EB" w:rsidRDefault="004B39EB" w:rsidP="005F0271">
      <w:r>
        <w:rPr>
          <w:noProof/>
        </w:rPr>
        <w:lastRenderedPageBreak/>
        <w:drawing>
          <wp:inline distT="0" distB="0" distL="0" distR="0">
            <wp:extent cx="6600825" cy="5517356"/>
            <wp:effectExtent l="19050" t="0" r="9525" b="0"/>
            <wp:docPr id="15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20417" t="13086" r="24583" b="51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0825" cy="55173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39EB" w:rsidRDefault="004B39EB" w:rsidP="005F0271"/>
    <w:p w:rsidR="004B39EB" w:rsidRDefault="004B39EB" w:rsidP="005F0271"/>
    <w:p w:rsidR="004B39EB" w:rsidRDefault="004B39EB" w:rsidP="005F0271"/>
    <w:p w:rsidR="004B39EB" w:rsidRDefault="004B39EB" w:rsidP="005F0271">
      <w:r>
        <w:rPr>
          <w:noProof/>
        </w:rPr>
        <w:pict>
          <v:rect id="_x0000_s1032" style="position:absolute;margin-left:43.5pt;margin-top:12.1pt;width:24.75pt;height:47.25pt;z-index:251659264" strokecolor="white [3212]"/>
        </w:pict>
      </w:r>
      <w:r>
        <w:rPr>
          <w:noProof/>
        </w:rPr>
        <w:drawing>
          <wp:inline distT="0" distB="0" distL="0" distR="0">
            <wp:extent cx="6723464" cy="2705100"/>
            <wp:effectExtent l="19050" t="0" r="1186" b="0"/>
            <wp:docPr id="17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6250" t="20247" r="10556" b="202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3464" cy="270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B39EB" w:rsidSect="008D1D28">
      <w:footerReference w:type="default" r:id="rId12"/>
      <w:pgSz w:w="12240" w:h="15840"/>
      <w:pgMar w:top="720" w:right="720" w:bottom="720" w:left="720" w:header="720" w:footer="20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7DB6" w:rsidRDefault="00117DB6" w:rsidP="004A1C66">
      <w:r>
        <w:separator/>
      </w:r>
    </w:p>
  </w:endnote>
  <w:endnote w:type="continuationSeparator" w:id="0">
    <w:p w:rsidR="00117DB6" w:rsidRDefault="00117DB6" w:rsidP="004A1C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C66" w:rsidRDefault="004A1C66" w:rsidP="004A1C66">
    <w:pPr>
      <w:pStyle w:val="Footer"/>
      <w:jc w:val="center"/>
    </w:pPr>
    <w:r>
      <w:rPr>
        <w:rFonts w:ascii="Times New Roman" w:hAnsi="Times New Roman"/>
        <w:noProof/>
        <w:sz w:val="24"/>
        <w:szCs w:val="24"/>
      </w:rPr>
      <w:drawing>
        <wp:inline distT="0" distB="0" distL="0" distR="0">
          <wp:extent cx="1762125" cy="342900"/>
          <wp:effectExtent l="19050" t="0" r="9525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A1C66" w:rsidRDefault="004A1C6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7DB6" w:rsidRDefault="00117DB6" w:rsidP="004A1C66">
      <w:r>
        <w:separator/>
      </w:r>
    </w:p>
  </w:footnote>
  <w:footnote w:type="continuationSeparator" w:id="0">
    <w:p w:rsidR="00117DB6" w:rsidRDefault="00117DB6" w:rsidP="004A1C6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1C66"/>
    <w:rsid w:val="000248E2"/>
    <w:rsid w:val="00117DB6"/>
    <w:rsid w:val="001B0A83"/>
    <w:rsid w:val="00212AFC"/>
    <w:rsid w:val="00242D79"/>
    <w:rsid w:val="002D2BD6"/>
    <w:rsid w:val="003B785F"/>
    <w:rsid w:val="004A1C66"/>
    <w:rsid w:val="004B39EB"/>
    <w:rsid w:val="004D05E9"/>
    <w:rsid w:val="005F0271"/>
    <w:rsid w:val="0065474E"/>
    <w:rsid w:val="00674044"/>
    <w:rsid w:val="006F5A5F"/>
    <w:rsid w:val="007F09B4"/>
    <w:rsid w:val="00846041"/>
    <w:rsid w:val="008D1D28"/>
    <w:rsid w:val="00963DE5"/>
    <w:rsid w:val="009C0F16"/>
    <w:rsid w:val="00B33101"/>
    <w:rsid w:val="00B53200"/>
    <w:rsid w:val="00B953B2"/>
    <w:rsid w:val="00C97CB4"/>
    <w:rsid w:val="00CD53C9"/>
    <w:rsid w:val="00CE4705"/>
    <w:rsid w:val="00DD6332"/>
    <w:rsid w:val="00ED0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C66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4A1C6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A1C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C66"/>
  </w:style>
  <w:style w:type="paragraph" w:styleId="BalloonText">
    <w:name w:val="Balloon Text"/>
    <w:basedOn w:val="Normal"/>
    <w:link w:val="BalloonTextChar"/>
    <w:uiPriority w:val="99"/>
    <w:semiHidden/>
    <w:unhideWhenUsed/>
    <w:rsid w:val="004A1C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HW61_Quotient_Exponent_Rules(3rd)</Template>
  <TotalTime>2</TotalTime>
  <Pages>2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Darrell Tiénou-Gustafson</cp:lastModifiedBy>
  <cp:revision>2</cp:revision>
  <dcterms:created xsi:type="dcterms:W3CDTF">2014-11-17T07:14:00Z</dcterms:created>
  <dcterms:modified xsi:type="dcterms:W3CDTF">2014-11-17T07:14:00Z</dcterms:modified>
</cp:coreProperties>
</file>